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8F4A4" w14:textId="3B060FDC" w:rsidR="00BD73CD" w:rsidRPr="00062704" w:rsidRDefault="0027788A" w:rsidP="00F7391B">
      <w:pPr>
        <w:tabs>
          <w:tab w:val="left" w:pos="2916"/>
          <w:tab w:val="center" w:pos="5386"/>
        </w:tabs>
        <w:jc w:val="center"/>
        <w:rPr>
          <w:rFonts w:ascii="Arial" w:hAnsi="Arial" w:cs="Arial"/>
          <w:bCs/>
          <w:sz w:val="20"/>
          <w:szCs w:val="20"/>
        </w:rPr>
      </w:pPr>
      <w:r w:rsidRPr="00062704">
        <w:rPr>
          <w:rFonts w:ascii="Arial" w:hAnsi="Arial" w:cs="Arial"/>
          <w:bCs/>
          <w:sz w:val="20"/>
          <w:szCs w:val="20"/>
        </w:rPr>
        <w:t>Załącznik nr 4</w:t>
      </w:r>
      <w:r w:rsidR="00062704" w:rsidRPr="00062704">
        <w:rPr>
          <w:rFonts w:ascii="Arial" w:hAnsi="Arial" w:cs="Arial"/>
          <w:bCs/>
          <w:sz w:val="20"/>
          <w:szCs w:val="20"/>
        </w:rPr>
        <w:t xml:space="preserve"> do wniosku o refundację kosztów wyposażenia lub doposażenia stanowiska pracy</w:t>
      </w:r>
    </w:p>
    <w:p w14:paraId="728EC62D" w14:textId="77777777" w:rsidR="009D58AF" w:rsidRPr="00062704" w:rsidRDefault="009D58AF" w:rsidP="009D58AF">
      <w:pPr>
        <w:keepNext/>
        <w:tabs>
          <w:tab w:val="left" w:pos="-142"/>
        </w:tabs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062704"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  <w:t xml:space="preserve">Szczegółowa specyfikacja wydatków dotyczących wyposażenia lub doposażenia stanowiska pracy, w szczególności na zakup środków trwałych, urządzeń, maszyn, </w:t>
      </w:r>
      <w:r w:rsidRPr="00062704"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  <w:br/>
        <w:t xml:space="preserve">w tym środków NIEZBĘDNYCH  do zapewnienia zgodności stanowiska pracy z przepisami bezpieczeństwa i higieny pracy oraz wymaganiami ergonomii. </w:t>
      </w:r>
      <w:r w:rsidRPr="0006270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  </w:t>
      </w:r>
    </w:p>
    <w:p w14:paraId="70627614" w14:textId="78877727" w:rsidR="009D58AF" w:rsidRDefault="009D58AF" w:rsidP="009D58AF">
      <w:pPr>
        <w:keepNext/>
        <w:tabs>
          <w:tab w:val="left" w:pos="-142"/>
        </w:tabs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06270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(Kwoty brutto podane są według stanu na dzień składania wniosku)</w:t>
      </w:r>
    </w:p>
    <w:p w14:paraId="2874F521" w14:textId="77777777" w:rsidR="00995004" w:rsidRPr="00995004" w:rsidRDefault="00995004" w:rsidP="009D58AF">
      <w:pPr>
        <w:keepNext/>
        <w:tabs>
          <w:tab w:val="left" w:pos="-142"/>
        </w:tabs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69704ABB" w14:textId="0AE49E9F" w:rsidR="004461EF" w:rsidRPr="00062704" w:rsidRDefault="009D58AF" w:rsidP="009D58AF">
      <w:pPr>
        <w:keepNext/>
        <w:tabs>
          <w:tab w:val="left" w:pos="-142"/>
        </w:tabs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62704">
        <w:rPr>
          <w:rFonts w:ascii="Arial" w:eastAsia="Times New Roman" w:hAnsi="Arial" w:cs="Arial"/>
          <w:sz w:val="20"/>
          <w:szCs w:val="20"/>
          <w:lang w:eastAsia="pl-PL"/>
        </w:rPr>
        <w:t>Nazwa stanowiska</w:t>
      </w:r>
      <w:r w:rsidR="000627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62704">
        <w:rPr>
          <w:rFonts w:ascii="Arial" w:eastAsia="Times New Roman" w:hAnsi="Arial" w:cs="Arial"/>
          <w:sz w:val="20"/>
          <w:szCs w:val="20"/>
          <w:lang w:eastAsia="pl-PL"/>
        </w:rPr>
        <w:t>:…………………………………………………………</w:t>
      </w:r>
    </w:p>
    <w:tbl>
      <w:tblPr>
        <w:tblpPr w:leftFromText="141" w:rightFromText="141" w:vertAnchor="text" w:horzAnchor="margin" w:tblpY="218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2238"/>
        <w:gridCol w:w="1275"/>
        <w:gridCol w:w="1276"/>
        <w:gridCol w:w="1276"/>
        <w:gridCol w:w="1701"/>
        <w:gridCol w:w="1701"/>
      </w:tblGrid>
      <w:tr w:rsidR="00995004" w:rsidRPr="00E47043" w14:paraId="70454D2D" w14:textId="77777777" w:rsidTr="00995004">
        <w:trPr>
          <w:trHeight w:val="703"/>
        </w:trPr>
        <w:tc>
          <w:tcPr>
            <w:tcW w:w="451" w:type="dxa"/>
            <w:vMerge w:val="restart"/>
            <w:shd w:val="clear" w:color="auto" w:fill="D9D9D9" w:themeFill="background1" w:themeFillShade="D9"/>
            <w:vAlign w:val="center"/>
          </w:tcPr>
          <w:p w14:paraId="0EF12052" w14:textId="77777777" w:rsidR="00995004" w:rsidRPr="00062704" w:rsidRDefault="00995004" w:rsidP="00C17D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71A2E2" w14:textId="77777777" w:rsidR="00995004" w:rsidRPr="00062704" w:rsidRDefault="00995004" w:rsidP="00C17D5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270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38" w:type="dxa"/>
            <w:vMerge w:val="restart"/>
            <w:shd w:val="clear" w:color="auto" w:fill="D9D9D9" w:themeFill="background1" w:themeFillShade="D9"/>
            <w:vAlign w:val="center"/>
          </w:tcPr>
          <w:p w14:paraId="060405FC" w14:textId="77777777" w:rsidR="00995004" w:rsidRPr="00062704" w:rsidRDefault="00995004" w:rsidP="009D58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Szczegółowa specyfikacja</w:t>
            </w:r>
          </w:p>
          <w:p w14:paraId="6366525C" w14:textId="77777777" w:rsidR="00995004" w:rsidRPr="00062704" w:rsidRDefault="00995004" w:rsidP="009D58AF">
            <w:pPr>
              <w:keepNext/>
              <w:spacing w:after="0" w:line="240" w:lineRule="auto"/>
              <w:jc w:val="center"/>
              <w:outlineLvl w:val="8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-nazwa wyposażenia</w:t>
            </w:r>
          </w:p>
          <w:p w14:paraId="67728E01" w14:textId="77777777" w:rsidR="00995004" w:rsidRPr="00062704" w:rsidRDefault="00995004" w:rsidP="009D58AF">
            <w:pPr>
              <w:keepNext/>
              <w:spacing w:after="0" w:line="240" w:lineRule="auto"/>
              <w:jc w:val="center"/>
              <w:outlineLvl w:val="8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lub doposażenia stanowiska pracy</w:t>
            </w:r>
          </w:p>
          <w:p w14:paraId="33814111" w14:textId="30BE9C7F" w:rsidR="00995004" w:rsidRPr="00062704" w:rsidRDefault="00995004" w:rsidP="009D58A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(sprzęt/przedmiot)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14:paraId="3C2D562A" w14:textId="740B49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Wskazanie ilości (należy wpisać ilość sztuk lub ilość zestawów)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50D28037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0C12810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77DDBD7" w14:textId="368D9606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Określenie pochodzenia sprzętu/</w:t>
            </w:r>
          </w:p>
          <w:p w14:paraId="52679195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przedmiotu</w:t>
            </w:r>
          </w:p>
          <w:p w14:paraId="6A48F018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(nowy/</w:t>
            </w:r>
          </w:p>
          <w:p w14:paraId="3E217B0D" w14:textId="0B2FC94D" w:rsidR="00995004" w:rsidRPr="00062704" w:rsidRDefault="00995004" w:rsidP="00D40A87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używany)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3C75C840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Kwota wydatku</w:t>
            </w:r>
          </w:p>
          <w:p w14:paraId="11FB27E4" w14:textId="0D9010DA" w:rsidR="00995004" w:rsidRPr="00062704" w:rsidRDefault="00995004" w:rsidP="00D40A8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14:paraId="6B3616F1" w14:textId="3792FBCC" w:rsidR="00995004" w:rsidRPr="00062704" w:rsidRDefault="00995004" w:rsidP="00D40A8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2704">
              <w:rPr>
                <w:rFonts w:ascii="Arial" w:hAnsi="Arial" w:cs="Arial"/>
                <w:b/>
                <w:sz w:val="16"/>
                <w:szCs w:val="16"/>
              </w:rPr>
              <w:t>Kwota wydatku, w tym:</w:t>
            </w:r>
          </w:p>
        </w:tc>
      </w:tr>
      <w:tr w:rsidR="00995004" w:rsidRPr="00E47043" w14:paraId="6D202777" w14:textId="77777777" w:rsidTr="00995004">
        <w:trPr>
          <w:trHeight w:val="839"/>
        </w:trPr>
        <w:tc>
          <w:tcPr>
            <w:tcW w:w="451" w:type="dxa"/>
            <w:vMerge/>
            <w:shd w:val="clear" w:color="auto" w:fill="D9D9D9" w:themeFill="background1" w:themeFillShade="D9"/>
            <w:vAlign w:val="center"/>
          </w:tcPr>
          <w:p w14:paraId="3A6A4F9B" w14:textId="77777777" w:rsidR="00995004" w:rsidRPr="00062704" w:rsidRDefault="00995004" w:rsidP="00C17D5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8" w:type="dxa"/>
            <w:vMerge/>
            <w:shd w:val="clear" w:color="auto" w:fill="D9D9D9" w:themeFill="background1" w:themeFillShade="D9"/>
            <w:vAlign w:val="center"/>
          </w:tcPr>
          <w:p w14:paraId="1B7CCD38" w14:textId="77777777" w:rsidR="00995004" w:rsidRPr="00062704" w:rsidRDefault="00995004" w:rsidP="009D58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  <w:vAlign w:val="center"/>
          </w:tcPr>
          <w:p w14:paraId="1DD9A401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417578DB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52AA2FC4" w14:textId="77777777" w:rsidR="00995004" w:rsidRPr="00062704" w:rsidRDefault="00995004" w:rsidP="00D40A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9531A1" w14:textId="77777777" w:rsidR="00995004" w:rsidRPr="00062704" w:rsidRDefault="00995004" w:rsidP="00C30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Środki</w:t>
            </w:r>
          </w:p>
          <w:p w14:paraId="339DEB4B" w14:textId="77777777" w:rsidR="00995004" w:rsidRPr="00062704" w:rsidRDefault="00995004" w:rsidP="00C30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 Funduszu Pracy brutto</w:t>
            </w:r>
          </w:p>
          <w:p w14:paraId="3AC4EE9F" w14:textId="4C58751C" w:rsidR="00995004" w:rsidRPr="00062704" w:rsidRDefault="00995004" w:rsidP="00C30D0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182CB7" w14:textId="77777777" w:rsidR="00995004" w:rsidRPr="00062704" w:rsidRDefault="00995004" w:rsidP="00C30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Inne środki</w:t>
            </w:r>
          </w:p>
          <w:p w14:paraId="59783B93" w14:textId="77777777" w:rsidR="00995004" w:rsidRPr="00062704" w:rsidRDefault="00995004" w:rsidP="00C30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brutto</w:t>
            </w:r>
          </w:p>
          <w:p w14:paraId="65F7539C" w14:textId="74926119" w:rsidR="00995004" w:rsidRPr="00062704" w:rsidRDefault="00995004" w:rsidP="00C30D0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6270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(PLN)</w:t>
            </w:r>
          </w:p>
        </w:tc>
      </w:tr>
      <w:tr w:rsidR="00995004" w:rsidRPr="00E47043" w14:paraId="6203E5F4" w14:textId="77777777" w:rsidTr="00995004">
        <w:trPr>
          <w:trHeight w:val="195"/>
        </w:trPr>
        <w:tc>
          <w:tcPr>
            <w:tcW w:w="451" w:type="dxa"/>
            <w:shd w:val="clear" w:color="auto" w:fill="D9D9D9" w:themeFill="background1" w:themeFillShade="D9"/>
          </w:tcPr>
          <w:p w14:paraId="2DAEB29B" w14:textId="0806D8D5" w:rsidR="00995004" w:rsidRPr="00062704" w:rsidRDefault="00995004" w:rsidP="00A13D9A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8" w:type="dxa"/>
            <w:shd w:val="clear" w:color="auto" w:fill="D9D9D9" w:themeFill="background1" w:themeFillShade="D9"/>
          </w:tcPr>
          <w:p w14:paraId="2206B682" w14:textId="09B92878" w:rsidR="00995004" w:rsidRPr="00062704" w:rsidRDefault="00995004" w:rsidP="00A13D9A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C097734" w14:textId="1F523138" w:rsidR="00995004" w:rsidRPr="00062704" w:rsidRDefault="00995004" w:rsidP="00A13D9A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3E95741" w14:textId="2F36ED51" w:rsidR="00995004" w:rsidRPr="00062704" w:rsidRDefault="00995004" w:rsidP="00A13D9A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69456AA" w14:textId="693B034E" w:rsidR="00995004" w:rsidRPr="00062704" w:rsidRDefault="00995004" w:rsidP="00A13D9A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5DDE3F0" w14:textId="77777777" w:rsidR="00995004" w:rsidRPr="00062704" w:rsidRDefault="00995004" w:rsidP="00A13D9A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3CDB5DD" w14:textId="6E628A2E" w:rsidR="00995004" w:rsidRPr="00062704" w:rsidRDefault="00995004" w:rsidP="00A13D9A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270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995004" w:rsidRPr="00E47043" w14:paraId="660FAAE2" w14:textId="77777777" w:rsidTr="00995004">
        <w:trPr>
          <w:trHeight w:val="60"/>
        </w:trPr>
        <w:tc>
          <w:tcPr>
            <w:tcW w:w="451" w:type="dxa"/>
            <w:shd w:val="clear" w:color="auto" w:fill="auto"/>
          </w:tcPr>
          <w:p w14:paraId="4A99A7C4" w14:textId="1FAA94B1" w:rsidR="00995004" w:rsidRPr="00062704" w:rsidRDefault="00995004" w:rsidP="00BF4E5D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38" w:type="dxa"/>
            <w:shd w:val="clear" w:color="auto" w:fill="auto"/>
          </w:tcPr>
          <w:p w14:paraId="53E9BE41" w14:textId="77777777" w:rsidR="00995004" w:rsidRPr="00BF4E5D" w:rsidRDefault="00995004" w:rsidP="00BF4E5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6E8CD0B" w14:textId="77777777" w:rsidR="00995004" w:rsidRPr="00062704" w:rsidRDefault="00995004" w:rsidP="00BF4E5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CB1FAD" w14:textId="022EC283" w:rsidR="00995004" w:rsidRPr="00062704" w:rsidRDefault="00995004" w:rsidP="00BF4E5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934B3A1" w14:textId="09C543EA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73B0DC3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5DC1689" w14:textId="7CC25B72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37A83D4F" w14:textId="77777777" w:rsidTr="00995004">
        <w:trPr>
          <w:trHeight w:val="60"/>
        </w:trPr>
        <w:tc>
          <w:tcPr>
            <w:tcW w:w="451" w:type="dxa"/>
            <w:shd w:val="clear" w:color="auto" w:fill="auto"/>
          </w:tcPr>
          <w:p w14:paraId="021B8BA1" w14:textId="67E71F6B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38" w:type="dxa"/>
            <w:shd w:val="clear" w:color="auto" w:fill="auto"/>
          </w:tcPr>
          <w:p w14:paraId="2FF7EC2A" w14:textId="77777777" w:rsidR="00995004" w:rsidRPr="00062704" w:rsidRDefault="00995004" w:rsidP="00BF4E5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C09A2E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C82D743" w14:textId="3C0EF458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52BD6D5" w14:textId="5E8B2E7A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7CCDC23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DDD7F7A" w14:textId="0AD3BB80" w:rsidR="00995004" w:rsidRPr="00062704" w:rsidRDefault="00995004" w:rsidP="00BF4E5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1944E280" w14:textId="77777777" w:rsidTr="00995004">
        <w:trPr>
          <w:trHeight w:val="80"/>
        </w:trPr>
        <w:tc>
          <w:tcPr>
            <w:tcW w:w="451" w:type="dxa"/>
            <w:shd w:val="clear" w:color="auto" w:fill="auto"/>
          </w:tcPr>
          <w:p w14:paraId="4C44E18E" w14:textId="16B77B58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38" w:type="dxa"/>
            <w:shd w:val="clear" w:color="auto" w:fill="auto"/>
          </w:tcPr>
          <w:p w14:paraId="431CD0FE" w14:textId="77777777" w:rsidR="00995004" w:rsidRPr="00062704" w:rsidRDefault="00995004" w:rsidP="0099500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CF780C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709361" w14:textId="0BE791C2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38A72D8" w14:textId="6288F01E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C353F0B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164A8C1" w14:textId="5A2E45B6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0CCD5806" w14:textId="77777777" w:rsidTr="00995004">
        <w:trPr>
          <w:trHeight w:val="157"/>
        </w:trPr>
        <w:tc>
          <w:tcPr>
            <w:tcW w:w="451" w:type="dxa"/>
            <w:shd w:val="clear" w:color="auto" w:fill="auto"/>
          </w:tcPr>
          <w:p w14:paraId="02B210A9" w14:textId="5B07BD3E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238" w:type="dxa"/>
            <w:shd w:val="clear" w:color="auto" w:fill="auto"/>
          </w:tcPr>
          <w:p w14:paraId="65D70670" w14:textId="77777777" w:rsidR="00995004" w:rsidRPr="00062704" w:rsidRDefault="00995004" w:rsidP="0099500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8541304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E352EBE" w14:textId="2B3D4385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51EE9F8" w14:textId="0BD2B9F9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351FD35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E0280D9" w14:textId="512D563B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63470FFB" w14:textId="77777777" w:rsidTr="00995004">
        <w:trPr>
          <w:trHeight w:val="93"/>
        </w:trPr>
        <w:tc>
          <w:tcPr>
            <w:tcW w:w="451" w:type="dxa"/>
            <w:shd w:val="clear" w:color="auto" w:fill="auto"/>
          </w:tcPr>
          <w:p w14:paraId="3CB6A3CA" w14:textId="6E98B4C4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238" w:type="dxa"/>
            <w:shd w:val="clear" w:color="auto" w:fill="auto"/>
          </w:tcPr>
          <w:p w14:paraId="332524F4" w14:textId="77777777" w:rsidR="00995004" w:rsidRPr="00062704" w:rsidRDefault="00995004" w:rsidP="0099500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2A88FF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88F7265" w14:textId="7C6A682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307684D" w14:textId="494F0C16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B6F74C7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E392CA3" w14:textId="3BC7CF7B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77A7F01B" w14:textId="77777777" w:rsidTr="00995004">
        <w:trPr>
          <w:trHeight w:val="170"/>
        </w:trPr>
        <w:tc>
          <w:tcPr>
            <w:tcW w:w="451" w:type="dxa"/>
            <w:shd w:val="clear" w:color="auto" w:fill="auto"/>
          </w:tcPr>
          <w:p w14:paraId="383D08E5" w14:textId="1E25AF6A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238" w:type="dxa"/>
            <w:shd w:val="clear" w:color="auto" w:fill="auto"/>
          </w:tcPr>
          <w:p w14:paraId="7FF59141" w14:textId="77777777" w:rsidR="00995004" w:rsidRPr="00062704" w:rsidRDefault="00995004" w:rsidP="00BF4E5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C56C73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B9D88A3" w14:textId="0FD6569D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AD263A0" w14:textId="322474B1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5ADE2CF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444B217" w14:textId="2DCE7D69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2A766FF1" w14:textId="77777777" w:rsidTr="00995004">
        <w:trPr>
          <w:trHeight w:val="262"/>
        </w:trPr>
        <w:tc>
          <w:tcPr>
            <w:tcW w:w="451" w:type="dxa"/>
            <w:shd w:val="clear" w:color="auto" w:fill="auto"/>
          </w:tcPr>
          <w:p w14:paraId="09ECAF54" w14:textId="1725FC04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238" w:type="dxa"/>
            <w:shd w:val="clear" w:color="auto" w:fill="auto"/>
          </w:tcPr>
          <w:p w14:paraId="224D106D" w14:textId="77777777" w:rsidR="00995004" w:rsidRPr="00062704" w:rsidRDefault="00995004" w:rsidP="0099500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08642D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2618E7" w14:textId="7866A658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17BE045" w14:textId="27A968CC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172C4B0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857732A" w14:textId="3241CD6E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25FA60D1" w14:textId="77777777" w:rsidTr="00995004">
        <w:trPr>
          <w:trHeight w:val="60"/>
        </w:trPr>
        <w:tc>
          <w:tcPr>
            <w:tcW w:w="451" w:type="dxa"/>
            <w:shd w:val="clear" w:color="auto" w:fill="auto"/>
          </w:tcPr>
          <w:p w14:paraId="4D095E5B" w14:textId="254B6734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238" w:type="dxa"/>
            <w:shd w:val="clear" w:color="auto" w:fill="auto"/>
          </w:tcPr>
          <w:p w14:paraId="6721D0AC" w14:textId="77777777" w:rsidR="00995004" w:rsidRPr="00062704" w:rsidRDefault="00995004" w:rsidP="0099500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688D752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E7BC8E0" w14:textId="77BD5C3F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74F4070" w14:textId="0B2DFE2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8215F12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667B605" w14:textId="5EA3AC99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14D93134" w14:textId="77777777" w:rsidTr="00995004">
        <w:trPr>
          <w:trHeight w:val="135"/>
        </w:trPr>
        <w:tc>
          <w:tcPr>
            <w:tcW w:w="451" w:type="dxa"/>
            <w:shd w:val="clear" w:color="auto" w:fill="auto"/>
          </w:tcPr>
          <w:p w14:paraId="254F4751" w14:textId="49E9BC86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238" w:type="dxa"/>
            <w:shd w:val="clear" w:color="auto" w:fill="auto"/>
          </w:tcPr>
          <w:p w14:paraId="6D6FA725" w14:textId="394DE262" w:rsidR="00995004" w:rsidRPr="00062704" w:rsidRDefault="00995004" w:rsidP="00BF4E5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9CE88C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6C2389" w14:textId="00213939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9C2A98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6DA1ACF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C1ACB61" w14:textId="148D2BE8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6932F817" w14:textId="77777777" w:rsidTr="00995004">
        <w:trPr>
          <w:trHeight w:val="213"/>
        </w:trPr>
        <w:tc>
          <w:tcPr>
            <w:tcW w:w="451" w:type="dxa"/>
            <w:shd w:val="clear" w:color="auto" w:fill="auto"/>
          </w:tcPr>
          <w:p w14:paraId="2856684B" w14:textId="7143A6EE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2238" w:type="dxa"/>
            <w:shd w:val="clear" w:color="auto" w:fill="auto"/>
          </w:tcPr>
          <w:p w14:paraId="15EBCDB4" w14:textId="77777777" w:rsidR="00995004" w:rsidRPr="00062704" w:rsidRDefault="00995004" w:rsidP="0099500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23F3EAC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53FC84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40B17FC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8A41C0D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AD50226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23EC2658" w14:textId="77777777" w:rsidTr="00995004">
        <w:trPr>
          <w:trHeight w:val="149"/>
        </w:trPr>
        <w:tc>
          <w:tcPr>
            <w:tcW w:w="451" w:type="dxa"/>
            <w:shd w:val="clear" w:color="auto" w:fill="auto"/>
          </w:tcPr>
          <w:p w14:paraId="29CCB1BA" w14:textId="76A8706D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238" w:type="dxa"/>
            <w:shd w:val="clear" w:color="auto" w:fill="auto"/>
          </w:tcPr>
          <w:p w14:paraId="2CCAF0AE" w14:textId="02F57A9D" w:rsidR="00995004" w:rsidRPr="00062704" w:rsidRDefault="00995004" w:rsidP="0041714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0802153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E8B2606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B3E88D9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914DBE0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044018E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44405E36" w14:textId="77777777" w:rsidTr="00995004">
        <w:trPr>
          <w:trHeight w:val="241"/>
        </w:trPr>
        <w:tc>
          <w:tcPr>
            <w:tcW w:w="451" w:type="dxa"/>
            <w:shd w:val="clear" w:color="auto" w:fill="auto"/>
          </w:tcPr>
          <w:p w14:paraId="0EA92932" w14:textId="31BEBED1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238" w:type="dxa"/>
            <w:shd w:val="clear" w:color="auto" w:fill="auto"/>
          </w:tcPr>
          <w:p w14:paraId="0A9E0915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BCF1AA8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3E896F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12B181B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D4880CE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18223C6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7F1EDC6F" w14:textId="77777777" w:rsidTr="00995004">
        <w:trPr>
          <w:trHeight w:val="176"/>
        </w:trPr>
        <w:tc>
          <w:tcPr>
            <w:tcW w:w="451" w:type="dxa"/>
            <w:shd w:val="clear" w:color="auto" w:fill="auto"/>
          </w:tcPr>
          <w:p w14:paraId="7ECA8BB4" w14:textId="65DFE65C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2238" w:type="dxa"/>
            <w:shd w:val="clear" w:color="auto" w:fill="auto"/>
          </w:tcPr>
          <w:p w14:paraId="3B5E7C0A" w14:textId="77777777" w:rsidR="00995004" w:rsidRPr="00062704" w:rsidRDefault="00995004" w:rsidP="00BF4E5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2C96B05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1B5B0E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88129C9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E2CEE0A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CB4F6A9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5004" w:rsidRPr="00E47043" w14:paraId="2134BA21" w14:textId="77777777" w:rsidTr="00995004">
        <w:trPr>
          <w:trHeight w:val="419"/>
        </w:trPr>
        <w:tc>
          <w:tcPr>
            <w:tcW w:w="451" w:type="dxa"/>
            <w:shd w:val="clear" w:color="auto" w:fill="auto"/>
          </w:tcPr>
          <w:p w14:paraId="7E4B7AB4" w14:textId="56F77169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2238" w:type="dxa"/>
            <w:shd w:val="clear" w:color="auto" w:fill="auto"/>
          </w:tcPr>
          <w:p w14:paraId="30AF3EB5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E056E36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161D9E5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1F0FC95" w14:textId="77777777" w:rsidR="00995004" w:rsidRPr="00062704" w:rsidRDefault="00995004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516CA86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6647430" w14:textId="77777777" w:rsidR="00995004" w:rsidRPr="00062704" w:rsidRDefault="00995004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0C7E" w:rsidRPr="00E47043" w14:paraId="1E8A143F" w14:textId="77777777" w:rsidTr="00995004">
        <w:trPr>
          <w:trHeight w:val="419"/>
        </w:trPr>
        <w:tc>
          <w:tcPr>
            <w:tcW w:w="451" w:type="dxa"/>
            <w:shd w:val="clear" w:color="auto" w:fill="auto"/>
          </w:tcPr>
          <w:p w14:paraId="27A7D02C" w14:textId="67F5197E" w:rsidR="00390C7E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2238" w:type="dxa"/>
            <w:shd w:val="clear" w:color="auto" w:fill="auto"/>
          </w:tcPr>
          <w:p w14:paraId="6BE9F947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0D1C12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3FA9B02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019659B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95BC8E5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136CE03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0C7E" w:rsidRPr="00E47043" w14:paraId="2EE62A07" w14:textId="77777777" w:rsidTr="00995004">
        <w:trPr>
          <w:trHeight w:val="419"/>
        </w:trPr>
        <w:tc>
          <w:tcPr>
            <w:tcW w:w="451" w:type="dxa"/>
            <w:shd w:val="clear" w:color="auto" w:fill="auto"/>
          </w:tcPr>
          <w:p w14:paraId="00019BBC" w14:textId="77A3B200" w:rsidR="00390C7E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2238" w:type="dxa"/>
            <w:shd w:val="clear" w:color="auto" w:fill="auto"/>
          </w:tcPr>
          <w:p w14:paraId="58C025B5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E736340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B3756E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EACB501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2A8E278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4050037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0C7E" w:rsidRPr="00E47043" w14:paraId="4B98A3E8" w14:textId="77777777" w:rsidTr="00995004">
        <w:trPr>
          <w:trHeight w:val="419"/>
        </w:trPr>
        <w:tc>
          <w:tcPr>
            <w:tcW w:w="451" w:type="dxa"/>
            <w:shd w:val="clear" w:color="auto" w:fill="auto"/>
          </w:tcPr>
          <w:p w14:paraId="6709105D" w14:textId="14BC94A1" w:rsidR="00390C7E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2238" w:type="dxa"/>
            <w:shd w:val="clear" w:color="auto" w:fill="auto"/>
          </w:tcPr>
          <w:p w14:paraId="61C5BDE3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12A233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7E57E95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A35DDF0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F9028C9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87996BD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0C7E" w:rsidRPr="00E47043" w14:paraId="3716EAB7" w14:textId="77777777" w:rsidTr="00995004">
        <w:trPr>
          <w:trHeight w:val="419"/>
        </w:trPr>
        <w:tc>
          <w:tcPr>
            <w:tcW w:w="451" w:type="dxa"/>
            <w:shd w:val="clear" w:color="auto" w:fill="auto"/>
          </w:tcPr>
          <w:p w14:paraId="32CD10A9" w14:textId="763FC0F9" w:rsidR="00390C7E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2238" w:type="dxa"/>
            <w:shd w:val="clear" w:color="auto" w:fill="auto"/>
          </w:tcPr>
          <w:p w14:paraId="0004F67F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971041B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FB772D3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BBCE963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952418C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3A975BF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0C7E" w:rsidRPr="00E47043" w14:paraId="236B6F68" w14:textId="77777777" w:rsidTr="00995004">
        <w:trPr>
          <w:trHeight w:val="419"/>
        </w:trPr>
        <w:tc>
          <w:tcPr>
            <w:tcW w:w="451" w:type="dxa"/>
            <w:shd w:val="clear" w:color="auto" w:fill="auto"/>
          </w:tcPr>
          <w:p w14:paraId="47AB5123" w14:textId="28869A3F" w:rsidR="00390C7E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</w:t>
            </w:r>
          </w:p>
        </w:tc>
        <w:tc>
          <w:tcPr>
            <w:tcW w:w="2238" w:type="dxa"/>
            <w:shd w:val="clear" w:color="auto" w:fill="auto"/>
          </w:tcPr>
          <w:p w14:paraId="125483C2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F4F6D5C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52351FE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70D4282" w14:textId="77777777" w:rsidR="00390C7E" w:rsidRPr="00062704" w:rsidRDefault="00390C7E" w:rsidP="00A13D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2BD48C6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29D9BB5" w14:textId="77777777" w:rsidR="00390C7E" w:rsidRPr="00062704" w:rsidRDefault="00390C7E" w:rsidP="00A13D9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ela-Siatka"/>
        <w:tblW w:w="0" w:type="auto"/>
        <w:tblInd w:w="3964" w:type="dxa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701"/>
      </w:tblGrid>
      <w:tr w:rsidR="004D3D16" w14:paraId="21454B0A" w14:textId="77777777" w:rsidTr="004D3D16">
        <w:trPr>
          <w:trHeight w:val="510"/>
        </w:trPr>
        <w:tc>
          <w:tcPr>
            <w:tcW w:w="1276" w:type="dxa"/>
            <w:shd w:val="clear" w:color="auto" w:fill="D9D9D9" w:themeFill="background1" w:themeFillShade="D9"/>
          </w:tcPr>
          <w:p w14:paraId="4A92C649" w14:textId="6D4D9808" w:rsidR="004D3D16" w:rsidRDefault="004D3D16" w:rsidP="0066369C">
            <w:r>
              <w:t>Razem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BCDC073" w14:textId="77777777" w:rsidR="004D3D16" w:rsidRPr="004D3D16" w:rsidRDefault="004D3D16" w:rsidP="0066369C">
            <w:pPr>
              <w:rPr>
                <w:highlight w:val="lightGray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F5CE521" w14:textId="77777777" w:rsidR="004D3D16" w:rsidRPr="004D3D16" w:rsidRDefault="004D3D16" w:rsidP="0066369C">
            <w:pPr>
              <w:rPr>
                <w:highlight w:val="lightGray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9CEE573" w14:textId="77777777" w:rsidR="004D3D16" w:rsidRPr="004D3D16" w:rsidRDefault="004D3D16" w:rsidP="0066369C">
            <w:pPr>
              <w:rPr>
                <w:highlight w:val="lightGray"/>
              </w:rPr>
            </w:pPr>
          </w:p>
        </w:tc>
      </w:tr>
    </w:tbl>
    <w:p w14:paraId="73E95A14" w14:textId="77777777" w:rsidR="004D3D16" w:rsidRDefault="004D3D16" w:rsidP="0099500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9BD523D" w14:textId="529D3439" w:rsidR="00995004" w:rsidRDefault="00995004" w:rsidP="0099500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5004">
        <w:rPr>
          <w:rFonts w:ascii="Arial" w:hAnsi="Arial" w:cs="Arial"/>
          <w:b/>
          <w:sz w:val="20"/>
          <w:szCs w:val="20"/>
        </w:rPr>
        <w:lastRenderedPageBreak/>
        <w:t>SZCZEGÓŁOWE UZASADNIENIE CELOWOŚCI KAŻDEGO Z PRZEDSTAWIONYCH ZAKUPÓW:</w:t>
      </w:r>
    </w:p>
    <w:p w14:paraId="45F8D3A5" w14:textId="5382603E" w:rsidR="00995004" w:rsidRDefault="00995004" w:rsidP="00995004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A9D8D8" w14:textId="5CA2A751" w:rsidR="00390C7E" w:rsidRPr="00390C7E" w:rsidRDefault="00390C7E" w:rsidP="00995004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2673504C" w14:textId="77777777" w:rsidR="00390C7E" w:rsidRDefault="00390C7E" w:rsidP="00390C7E">
      <w:pPr>
        <w:spacing w:after="0" w:line="240" w:lineRule="auto"/>
      </w:pPr>
    </w:p>
    <w:p w14:paraId="1414DABB" w14:textId="77777777" w:rsidR="00390C7E" w:rsidRDefault="00390C7E" w:rsidP="00390C7E">
      <w:pPr>
        <w:spacing w:after="0" w:line="240" w:lineRule="auto"/>
      </w:pPr>
    </w:p>
    <w:p w14:paraId="53A08D76" w14:textId="77777777" w:rsidR="00390C7E" w:rsidRDefault="00390C7E" w:rsidP="00390C7E">
      <w:pPr>
        <w:spacing w:after="0" w:line="240" w:lineRule="auto"/>
      </w:pPr>
    </w:p>
    <w:p w14:paraId="30DC4CC6" w14:textId="77777777" w:rsidR="00390C7E" w:rsidRPr="00062704" w:rsidRDefault="00390C7E" w:rsidP="00390C7E">
      <w:pPr>
        <w:spacing w:after="0" w:line="240" w:lineRule="auto"/>
        <w:jc w:val="center"/>
        <w:rPr>
          <w:rFonts w:ascii="Arial" w:hAnsi="Arial" w:cs="Arial"/>
          <w:bCs/>
          <w:sz w:val="16"/>
          <w:szCs w:val="16"/>
        </w:rPr>
      </w:pPr>
      <w:r w:rsidRPr="00062704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                          …………….…..……………………………………………..</w:t>
      </w:r>
    </w:p>
    <w:p w14:paraId="0E7A279E" w14:textId="77777777" w:rsidR="00390C7E" w:rsidRPr="00BE5D66" w:rsidRDefault="00390C7E" w:rsidP="00390C7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062704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</w:t>
      </w:r>
      <w:r w:rsidRPr="00062704">
        <w:rPr>
          <w:rFonts w:ascii="Arial" w:hAnsi="Arial" w:cs="Arial"/>
          <w:bCs/>
          <w:sz w:val="16"/>
          <w:szCs w:val="16"/>
        </w:rPr>
        <w:t xml:space="preserve">        podpis i pieczęć wnioskodawcy  (albo osób upoważnionych)</w:t>
      </w:r>
    </w:p>
    <w:p w14:paraId="7F4E8A26" w14:textId="77777777" w:rsidR="00390C7E" w:rsidRPr="00BF4E5D" w:rsidRDefault="00390C7E" w:rsidP="00390C7E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BF4E5D">
        <w:rPr>
          <w:rFonts w:ascii="Arial" w:hAnsi="Arial" w:cs="Arial"/>
          <w:b/>
          <w:sz w:val="16"/>
          <w:szCs w:val="16"/>
        </w:rPr>
        <w:t>UWAGA:</w:t>
      </w:r>
    </w:p>
    <w:p w14:paraId="0316C506" w14:textId="77777777" w:rsidR="00390C7E" w:rsidRPr="00BF4E5D" w:rsidRDefault="00390C7E" w:rsidP="00390C7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BF4E5D">
        <w:rPr>
          <w:rFonts w:ascii="Arial" w:hAnsi="Arial" w:cs="Arial"/>
          <w:bCs/>
          <w:sz w:val="16"/>
          <w:szCs w:val="16"/>
        </w:rPr>
        <w:t>Suma wartości brutto z kol. nr 6 musi być zgodna z kwotą wnioskowaną.</w:t>
      </w:r>
    </w:p>
    <w:p w14:paraId="1B913C57" w14:textId="77777777" w:rsidR="00390C7E" w:rsidRPr="00BF4E5D" w:rsidRDefault="00390C7E" w:rsidP="00390C7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BF4E5D">
        <w:rPr>
          <w:rFonts w:ascii="Arial" w:hAnsi="Arial" w:cs="Arial"/>
          <w:bCs/>
          <w:sz w:val="16"/>
          <w:szCs w:val="16"/>
        </w:rPr>
        <w:t>Przez pojęcie ,,sprzęt nowy’’ rozumie się sprzęt fabrycznie nowy zakupiony od producenta lub sprzedawcy detalicznego lub hurtowego, jeżeli stale dokonują obrotu tym sprzętem.</w:t>
      </w:r>
    </w:p>
    <w:p w14:paraId="2DC4A230" w14:textId="77777777" w:rsidR="00390C7E" w:rsidRPr="00BF4E5D" w:rsidRDefault="00390C7E" w:rsidP="00390C7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BF4E5D">
        <w:rPr>
          <w:rFonts w:ascii="Arial" w:hAnsi="Arial" w:cs="Arial"/>
          <w:bCs/>
          <w:sz w:val="16"/>
          <w:szCs w:val="16"/>
        </w:rPr>
        <w:t>Przez pojęcie ,,sprzęt używany’’ należy rozumieć sprzęt, który nie jest sprzętem fabrycznie nowym.</w:t>
      </w:r>
    </w:p>
    <w:p w14:paraId="6B8EC7FA" w14:textId="77777777" w:rsidR="00390C7E" w:rsidRDefault="00390C7E" w:rsidP="00390C7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  <w:r w:rsidRPr="00BF4E5D">
        <w:rPr>
          <w:rFonts w:ascii="Arial" w:hAnsi="Arial" w:cs="Arial"/>
          <w:bCs/>
          <w:sz w:val="16"/>
          <w:szCs w:val="16"/>
        </w:rPr>
        <w:t xml:space="preserve">Kwota wydatku brutto, o której mowa w kolumnie 5 powinna odpowiadać wartości sprzętu i w przypadku rzeczy używanych, musi być niższa od wartości rynkowej, ale jednocześnie wartość każdej zakupionej używanej rzeczy, sprzętu musi przekraczać </w:t>
      </w:r>
      <w:r>
        <w:rPr>
          <w:rFonts w:ascii="Arial" w:hAnsi="Arial" w:cs="Arial"/>
          <w:bCs/>
          <w:sz w:val="16"/>
          <w:szCs w:val="16"/>
        </w:rPr>
        <w:t>10.0</w:t>
      </w:r>
      <w:r w:rsidRPr="00BF4E5D">
        <w:rPr>
          <w:rFonts w:ascii="Arial" w:hAnsi="Arial" w:cs="Arial"/>
          <w:bCs/>
          <w:sz w:val="16"/>
          <w:szCs w:val="16"/>
        </w:rPr>
        <w:t>00,00 zł.</w:t>
      </w:r>
    </w:p>
    <w:p w14:paraId="707DCF49" w14:textId="77777777" w:rsidR="00390C7E" w:rsidRDefault="00390C7E" w:rsidP="00390C7E">
      <w:pPr>
        <w:pStyle w:val="Akapitzlist"/>
        <w:spacing w:after="0" w:line="240" w:lineRule="auto"/>
        <w:jc w:val="both"/>
        <w:rPr>
          <w:rFonts w:ascii="Arial" w:hAnsi="Arial" w:cs="Arial"/>
          <w:bCs/>
          <w:sz w:val="16"/>
          <w:szCs w:val="16"/>
        </w:rPr>
      </w:pPr>
    </w:p>
    <w:p w14:paraId="5F9AB908" w14:textId="1A6065F6" w:rsidR="00390C7E" w:rsidRDefault="00390C7E" w:rsidP="00390C7E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995004">
        <w:rPr>
          <w:rFonts w:ascii="Arial" w:hAnsi="Arial" w:cs="Arial"/>
          <w:b/>
          <w:sz w:val="16"/>
          <w:szCs w:val="16"/>
        </w:rPr>
        <w:t>W przypadku konieczności wpisania kolejnych wydatków w ramach wnioskowanych środków, proszę wypełnić kolumny 1-</w:t>
      </w:r>
      <w:r w:rsidR="004D3D16">
        <w:rPr>
          <w:rFonts w:ascii="Arial" w:hAnsi="Arial" w:cs="Arial"/>
          <w:b/>
          <w:sz w:val="16"/>
          <w:szCs w:val="16"/>
        </w:rPr>
        <w:t>7</w:t>
      </w:r>
      <w:r w:rsidRPr="00995004">
        <w:rPr>
          <w:rFonts w:ascii="Arial" w:hAnsi="Arial" w:cs="Arial"/>
          <w:b/>
          <w:sz w:val="16"/>
          <w:szCs w:val="16"/>
        </w:rPr>
        <w:t xml:space="preserve"> według powyższego wzoru na osobnej karcie.</w:t>
      </w:r>
    </w:p>
    <w:p w14:paraId="25897C53" w14:textId="77777777" w:rsidR="00390C7E" w:rsidRPr="00995004" w:rsidRDefault="00390C7E" w:rsidP="0099500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390C7E" w:rsidRPr="00995004" w:rsidSect="004D7F7B">
      <w:pgSz w:w="11906" w:h="16838"/>
      <w:pgMar w:top="1103" w:right="993" w:bottom="141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F7AD6" w14:textId="77777777" w:rsidR="00872138" w:rsidRDefault="00872138" w:rsidP="0016597C">
      <w:pPr>
        <w:spacing w:after="0" w:line="240" w:lineRule="auto"/>
      </w:pPr>
      <w:r>
        <w:separator/>
      </w:r>
    </w:p>
  </w:endnote>
  <w:endnote w:type="continuationSeparator" w:id="0">
    <w:p w14:paraId="5AFD5722" w14:textId="77777777" w:rsidR="00872138" w:rsidRDefault="00872138" w:rsidP="00165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DE80F" w14:textId="77777777" w:rsidR="00872138" w:rsidRDefault="00872138" w:rsidP="0016597C">
      <w:pPr>
        <w:spacing w:after="0" w:line="240" w:lineRule="auto"/>
      </w:pPr>
      <w:r>
        <w:separator/>
      </w:r>
    </w:p>
  </w:footnote>
  <w:footnote w:type="continuationSeparator" w:id="0">
    <w:p w14:paraId="48060762" w14:textId="77777777" w:rsidR="00872138" w:rsidRDefault="00872138" w:rsidP="00165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2190"/>
    <w:multiLevelType w:val="hybridMultilevel"/>
    <w:tmpl w:val="586C9E12"/>
    <w:lvl w:ilvl="0" w:tplc="D0DC3986">
      <w:start w:val="1"/>
      <w:numFmt w:val="upperRoman"/>
      <w:pStyle w:val="Wniosekrzymskie"/>
      <w:lvlText w:val="%1."/>
      <w:lvlJc w:val="right"/>
      <w:pPr>
        <w:tabs>
          <w:tab w:val="num" w:pos="322"/>
        </w:tabs>
        <w:ind w:left="322" w:hanging="18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10040"/>
    <w:multiLevelType w:val="hybridMultilevel"/>
    <w:tmpl w:val="1A56C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10BB5"/>
    <w:multiLevelType w:val="hybridMultilevel"/>
    <w:tmpl w:val="F58A47E0"/>
    <w:lvl w:ilvl="0" w:tplc="EF8A4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5033"/>
    <w:multiLevelType w:val="hybridMultilevel"/>
    <w:tmpl w:val="7A047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90CA7"/>
    <w:multiLevelType w:val="hybridMultilevel"/>
    <w:tmpl w:val="73ECB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B7ED6"/>
    <w:multiLevelType w:val="hybridMultilevel"/>
    <w:tmpl w:val="E3EC9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292090">
    <w:abstractNumId w:val="1"/>
  </w:num>
  <w:num w:numId="2" w16cid:durableId="855195587">
    <w:abstractNumId w:val="2"/>
  </w:num>
  <w:num w:numId="3" w16cid:durableId="1088305422">
    <w:abstractNumId w:val="4"/>
  </w:num>
  <w:num w:numId="4" w16cid:durableId="510295143">
    <w:abstractNumId w:val="0"/>
  </w:num>
  <w:num w:numId="5" w16cid:durableId="182519866">
    <w:abstractNumId w:val="0"/>
    <w:lvlOverride w:ilvl="0">
      <w:startOverride w:val="5"/>
    </w:lvlOverride>
  </w:num>
  <w:num w:numId="6" w16cid:durableId="593056665">
    <w:abstractNumId w:val="3"/>
  </w:num>
  <w:num w:numId="7" w16cid:durableId="8918856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7C"/>
    <w:rsid w:val="00002CC6"/>
    <w:rsid w:val="00037767"/>
    <w:rsid w:val="00061CEC"/>
    <w:rsid w:val="00062704"/>
    <w:rsid w:val="000A2783"/>
    <w:rsid w:val="000B6B79"/>
    <w:rsid w:val="000B7E56"/>
    <w:rsid w:val="00110812"/>
    <w:rsid w:val="0012471D"/>
    <w:rsid w:val="00132B28"/>
    <w:rsid w:val="001469C1"/>
    <w:rsid w:val="00147DFB"/>
    <w:rsid w:val="0016597C"/>
    <w:rsid w:val="001772DB"/>
    <w:rsid w:val="00177F4C"/>
    <w:rsid w:val="00193291"/>
    <w:rsid w:val="001E23ED"/>
    <w:rsid w:val="001F571F"/>
    <w:rsid w:val="001F62A9"/>
    <w:rsid w:val="00203BC1"/>
    <w:rsid w:val="002273D7"/>
    <w:rsid w:val="00233D25"/>
    <w:rsid w:val="00255C34"/>
    <w:rsid w:val="0026138A"/>
    <w:rsid w:val="0027788A"/>
    <w:rsid w:val="002F7CA8"/>
    <w:rsid w:val="00343796"/>
    <w:rsid w:val="00372AA7"/>
    <w:rsid w:val="00390C7E"/>
    <w:rsid w:val="00395783"/>
    <w:rsid w:val="003E6456"/>
    <w:rsid w:val="003F5D5C"/>
    <w:rsid w:val="00403EF0"/>
    <w:rsid w:val="00417141"/>
    <w:rsid w:val="00435386"/>
    <w:rsid w:val="004461EF"/>
    <w:rsid w:val="00483204"/>
    <w:rsid w:val="004A4741"/>
    <w:rsid w:val="004A497C"/>
    <w:rsid w:val="004D3D16"/>
    <w:rsid w:val="004D7F7B"/>
    <w:rsid w:val="004F681E"/>
    <w:rsid w:val="00542EC6"/>
    <w:rsid w:val="005A1267"/>
    <w:rsid w:val="005C7FE8"/>
    <w:rsid w:val="0065339A"/>
    <w:rsid w:val="0066369C"/>
    <w:rsid w:val="006906C2"/>
    <w:rsid w:val="006B79F9"/>
    <w:rsid w:val="006C1D48"/>
    <w:rsid w:val="006D78AA"/>
    <w:rsid w:val="007115B2"/>
    <w:rsid w:val="00756390"/>
    <w:rsid w:val="00765BD3"/>
    <w:rsid w:val="007B5253"/>
    <w:rsid w:val="007C74F0"/>
    <w:rsid w:val="00855BE4"/>
    <w:rsid w:val="00872138"/>
    <w:rsid w:val="00873E41"/>
    <w:rsid w:val="00893C9C"/>
    <w:rsid w:val="00972149"/>
    <w:rsid w:val="00975041"/>
    <w:rsid w:val="00986FB9"/>
    <w:rsid w:val="00995004"/>
    <w:rsid w:val="009D58AF"/>
    <w:rsid w:val="009F7290"/>
    <w:rsid w:val="00A0326A"/>
    <w:rsid w:val="00A13D9A"/>
    <w:rsid w:val="00A21602"/>
    <w:rsid w:val="00A551AE"/>
    <w:rsid w:val="00AA1895"/>
    <w:rsid w:val="00AC39FC"/>
    <w:rsid w:val="00AC434C"/>
    <w:rsid w:val="00AF0B8A"/>
    <w:rsid w:val="00AF0BBD"/>
    <w:rsid w:val="00AF7D2F"/>
    <w:rsid w:val="00B2132F"/>
    <w:rsid w:val="00B31F1B"/>
    <w:rsid w:val="00B36147"/>
    <w:rsid w:val="00B57B08"/>
    <w:rsid w:val="00B75D9A"/>
    <w:rsid w:val="00B84776"/>
    <w:rsid w:val="00BA4F14"/>
    <w:rsid w:val="00BD6963"/>
    <w:rsid w:val="00BD7093"/>
    <w:rsid w:val="00BD73CD"/>
    <w:rsid w:val="00BE5A00"/>
    <w:rsid w:val="00BE5D66"/>
    <w:rsid w:val="00BF4E5D"/>
    <w:rsid w:val="00C17D5F"/>
    <w:rsid w:val="00C30D0F"/>
    <w:rsid w:val="00C46DA4"/>
    <w:rsid w:val="00C90978"/>
    <w:rsid w:val="00CB11B8"/>
    <w:rsid w:val="00CE3A69"/>
    <w:rsid w:val="00D311B4"/>
    <w:rsid w:val="00D40A87"/>
    <w:rsid w:val="00D45FE8"/>
    <w:rsid w:val="00D554D2"/>
    <w:rsid w:val="00D60716"/>
    <w:rsid w:val="00D616C7"/>
    <w:rsid w:val="00DA4995"/>
    <w:rsid w:val="00DE0ABB"/>
    <w:rsid w:val="00E332A2"/>
    <w:rsid w:val="00E36C92"/>
    <w:rsid w:val="00E42C97"/>
    <w:rsid w:val="00E65C52"/>
    <w:rsid w:val="00E83FA7"/>
    <w:rsid w:val="00EE621E"/>
    <w:rsid w:val="00EE77AE"/>
    <w:rsid w:val="00F345E4"/>
    <w:rsid w:val="00F6760A"/>
    <w:rsid w:val="00F71D8A"/>
    <w:rsid w:val="00F7391B"/>
    <w:rsid w:val="00F753AB"/>
    <w:rsid w:val="00F94D7F"/>
    <w:rsid w:val="00FB111C"/>
    <w:rsid w:val="00FB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9744"/>
  <w15:docId w15:val="{7D86AB31-1268-44DD-ADE7-2A5D555C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CEC"/>
  </w:style>
  <w:style w:type="paragraph" w:styleId="Nagwek1">
    <w:name w:val="heading 1"/>
    <w:basedOn w:val="Normalny"/>
    <w:next w:val="Normalny"/>
    <w:link w:val="Nagwek1Znak"/>
    <w:uiPriority w:val="9"/>
    <w:qFormat/>
    <w:rsid w:val="009D58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59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6597C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6597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59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16597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16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59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73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7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57B08"/>
    <w:pPr>
      <w:ind w:left="720"/>
      <w:contextualSpacing/>
    </w:pPr>
  </w:style>
  <w:style w:type="paragraph" w:customStyle="1" w:styleId="Wniosekrzymskie">
    <w:name w:val="Wniosek rzymskie"/>
    <w:basedOn w:val="Nagwek1"/>
    <w:rsid w:val="009D58AF"/>
    <w:pPr>
      <w:keepLines w:val="0"/>
      <w:numPr>
        <w:numId w:val="4"/>
      </w:numPr>
      <w:tabs>
        <w:tab w:val="clear" w:pos="322"/>
      </w:tabs>
      <w:autoSpaceDE w:val="0"/>
      <w:autoSpaceDN w:val="0"/>
      <w:spacing w:before="0" w:line="240" w:lineRule="auto"/>
      <w:ind w:left="720" w:hanging="360"/>
      <w:jc w:val="both"/>
    </w:pPr>
    <w:rPr>
      <w:rFonts w:ascii="Verdana" w:eastAsia="Times New Roman" w:hAnsi="Verdana" w:cs="Times New Roman"/>
      <w:b/>
      <w:bCs/>
      <w:color w:val="auto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58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-Siatka">
    <w:name w:val="Table Grid"/>
    <w:basedOn w:val="Standardowy"/>
    <w:uiPriority w:val="59"/>
    <w:rsid w:val="00BE5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E8DF0-2586-4A3A-BD13-E5621182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Paulina Kunc</cp:lastModifiedBy>
  <cp:revision>3</cp:revision>
  <cp:lastPrinted>2024-02-08T09:36:00Z</cp:lastPrinted>
  <dcterms:created xsi:type="dcterms:W3CDTF">2024-02-08T09:19:00Z</dcterms:created>
  <dcterms:modified xsi:type="dcterms:W3CDTF">2025-01-10T11:56:00Z</dcterms:modified>
</cp:coreProperties>
</file>